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0A4921">
            <w:pPr>
              <w:ind w:left="359" w:right="359"/>
            </w:pPr>
          </w:p>
        </w:tc>
      </w:tr>
    </w:tbl>
    <w:p w:rsidR="00000000" w:rsidRDefault="000A4921">
      <w:pPr>
        <w:rPr>
          <w:vanish/>
        </w:rPr>
      </w:pPr>
    </w:p>
    <w:sectPr w:rsidR="00000000">
      <w:type w:val="continuous"/>
      <w:pgSz w:w="11906" w:h="16838"/>
      <w:pgMar w:top="737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4921"/>
    <w:rsid w:val="000A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E244B9-B5BA-4EFD-A261-2E90A66C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beac3adc-b3c9-4415-9a2d-87b89f60fecc.dot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